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510" w:rsidRPr="006E04CC" w:rsidRDefault="00E6197C">
      <w:pPr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ＭＳ Ｐゴシック" w:eastAsia="ＭＳ Ｐゴシック" w:hAnsi="ＭＳ Ｐゴシック" w:cs="ＭＳ Ｐゴシック"/>
          <w:noProof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4481830</wp:posOffset>
                </wp:positionH>
                <wp:positionV relativeFrom="paragraph">
                  <wp:posOffset>-491490</wp:posOffset>
                </wp:positionV>
                <wp:extent cx="1511300" cy="349250"/>
                <wp:effectExtent l="0" t="0" r="127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197C" w:rsidRPr="006E04CC" w:rsidRDefault="00E6197C" w:rsidP="00E6197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小学校１年　算数</w:t>
                            </w:r>
                            <w:r w:rsidR="006E04C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2.9pt;margin-top:-38.7pt;width:119pt;height:27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" fillcolor="white [3201]" strokeweight=".5pt">
                <v:textbox>
                  <w:txbxContent>
                    <w:p w:rsidR="00E6197C" w:rsidRPr="006E04CC" w:rsidRDefault="00E6197C" w:rsidP="00E6197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</w:rPr>
                        <w:t>小学校１年　算数</w:t>
                      </w:r>
                      <w:r w:rsidR="006E04CC">
                        <w:rPr>
                          <w:rFonts w:ascii="HG丸ｺﾞｼｯｸM-PRO" w:eastAsia="HG丸ｺﾞｼｯｸM-PRO" w:hAnsi="HG丸ｺﾞｼｯｸM-PRO" w:hint="eastAsia"/>
                        </w:rPr>
                        <w:t>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5F6F" w:rsidRPr="006E04CC">
        <w:rPr>
          <w:rFonts w:ascii="HG丸ｺﾞｼｯｸM-PRO" w:eastAsia="HG丸ｺﾞｼｯｸM-PRO" w:hAnsi="HG丸ｺﾞｼｯｸM-PRO" w:hint="eastAsia"/>
          <w:sz w:val="36"/>
        </w:rPr>
        <w:t>１年　さんすう　「どきどき　がっこう</w:t>
      </w:r>
      <w:r w:rsidR="00F77396" w:rsidRPr="006E04CC">
        <w:rPr>
          <w:rFonts w:ascii="HG丸ｺﾞｼｯｸM-PRO" w:eastAsia="HG丸ｺﾞｼｯｸM-PRO" w:hAnsi="HG丸ｺﾞｼｯｸM-PRO" w:hint="eastAsia"/>
          <w:sz w:val="36"/>
        </w:rPr>
        <w:t>」</w:t>
      </w:r>
      <w:r w:rsidR="00511521" w:rsidRPr="006E04CC">
        <w:rPr>
          <w:rFonts w:ascii="HG丸ｺﾞｼｯｸM-PRO" w:eastAsia="HG丸ｺﾞｼｯｸM-PRO" w:hAnsi="HG丸ｺﾞｼｯｸM-PRO" w:hint="eastAsia"/>
          <w:sz w:val="36"/>
        </w:rPr>
        <w:t xml:space="preserve">　　</w:t>
      </w:r>
      <w:r w:rsidR="00AF43CF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bookmarkStart w:id="0" w:name="_GoBack"/>
      <w:bookmarkEnd w:id="0"/>
      <w:r w:rsidR="00D04510" w:rsidRPr="006E04CC">
        <w:rPr>
          <w:rFonts w:ascii="HG丸ｺﾞｼｯｸM-PRO" w:eastAsia="HG丸ｺﾞｼｯｸM-PRO" w:hAnsi="HG丸ｺﾞｼｯｸM-PRO" w:hint="eastAsia"/>
          <w:sz w:val="36"/>
        </w:rPr>
        <w:t>月</w:t>
      </w:r>
      <w:r w:rsidR="00AF43CF">
        <w:rPr>
          <w:rFonts w:ascii="HG丸ｺﾞｼｯｸM-PRO" w:eastAsia="HG丸ｺﾞｼｯｸM-PRO" w:hAnsi="HG丸ｺﾞｼｯｸM-PRO" w:hint="eastAsia"/>
          <w:sz w:val="36"/>
        </w:rPr>
        <w:t xml:space="preserve">　　</w:t>
      </w:r>
      <w:r w:rsidR="00D04510" w:rsidRPr="006E04CC">
        <w:rPr>
          <w:rFonts w:ascii="HG丸ｺﾞｼｯｸM-PRO" w:eastAsia="HG丸ｺﾞｼｯｸM-PRO" w:hAnsi="HG丸ｺﾞｼｯｸM-PRO" w:hint="eastAsia"/>
          <w:sz w:val="36"/>
        </w:rPr>
        <w:t>日（</w:t>
      </w:r>
      <w:r w:rsidR="00AF43CF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="00D04510" w:rsidRPr="006E04CC">
        <w:rPr>
          <w:rFonts w:ascii="HG丸ｺﾞｼｯｸM-PRO" w:eastAsia="HG丸ｺﾞｼｯｸM-PRO" w:hAnsi="HG丸ｺﾞｼｯｸM-PRO" w:hint="eastAsia"/>
          <w:sz w:val="36"/>
        </w:rPr>
        <w:t>）</w:t>
      </w:r>
    </w:p>
    <w:p w:rsidR="006E04CC" w:rsidRDefault="006E04CC" w:rsidP="0031783F">
      <w:pPr>
        <w:rPr>
          <w:rFonts w:ascii="HG丸ｺﾞｼｯｸM-PRO" w:eastAsia="HG丸ｺﾞｼｯｸM-PRO" w:hAnsi="HG丸ｺﾞｼｯｸM-PRO"/>
          <w:sz w:val="36"/>
        </w:rPr>
      </w:pPr>
    </w:p>
    <w:p w:rsidR="00D04510" w:rsidRPr="006E04CC" w:rsidRDefault="00F65F6F" w:rsidP="0031783F">
      <w:pPr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きょうか</w:t>
      </w:r>
      <w:proofErr w:type="gramStart"/>
      <w:r w:rsidRPr="006E04CC">
        <w:rPr>
          <w:rFonts w:ascii="HG丸ｺﾞｼｯｸM-PRO" w:eastAsia="HG丸ｺﾞｼｯｸM-PRO" w:hAnsi="HG丸ｺﾞｼｯｸM-PRO" w:hint="eastAsia"/>
          <w:sz w:val="36"/>
        </w:rPr>
        <w:t>しょ</w:t>
      </w:r>
      <w:r w:rsidR="008B5AB1" w:rsidRPr="006E04CC">
        <w:rPr>
          <w:rFonts w:ascii="HG丸ｺﾞｼｯｸM-PRO" w:eastAsia="HG丸ｺﾞｼｯｸM-PRO" w:hAnsi="HG丸ｺﾞｼｯｸM-PRO" w:hint="eastAsia"/>
          <w:sz w:val="36"/>
        </w:rPr>
        <w:t>の</w:t>
      </w:r>
      <w:proofErr w:type="gramEnd"/>
      <w:r w:rsidR="008B5AB1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="008136CD" w:rsidRPr="006E04CC">
        <w:rPr>
          <w:rFonts w:ascii="HG丸ｺﾞｼｯｸM-PRO" w:eastAsia="HG丸ｺﾞｼｯｸM-PRO" w:hAnsi="HG丸ｺﾞｼｯｸM-PRO" w:hint="eastAsia"/>
          <w:sz w:val="36"/>
        </w:rPr>
        <w:t>４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ページと</w:t>
      </w:r>
      <w:r w:rsidR="00651D67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="008136CD" w:rsidRPr="006E04CC">
        <w:rPr>
          <w:rFonts w:ascii="HG丸ｺﾞｼｯｸM-PRO" w:eastAsia="HG丸ｺﾞｼｯｸM-PRO" w:hAnsi="HG丸ｺﾞｼｯｸM-PRO" w:hint="eastAsia"/>
          <w:sz w:val="36"/>
        </w:rPr>
        <w:t>５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ページを</w:t>
      </w:r>
      <w:r w:rsidR="0031783F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み</w:t>
      </w:r>
      <w:r w:rsidR="008B5AB1" w:rsidRPr="006E04CC">
        <w:rPr>
          <w:rFonts w:ascii="HG丸ｺﾞｼｯｸM-PRO" w:eastAsia="HG丸ｺﾞｼｯｸM-PRO" w:hAnsi="HG丸ｺﾞｼｯｸM-PRO" w:hint="eastAsia"/>
          <w:sz w:val="36"/>
        </w:rPr>
        <w:t xml:space="preserve">て　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こたえましょう。</w:t>
      </w:r>
    </w:p>
    <w:p w:rsidR="00651D67" w:rsidRDefault="00651D67">
      <w:pPr>
        <w:rPr>
          <w:rFonts w:ascii="HG丸ｺﾞｼｯｸM-PRO" w:eastAsia="HG丸ｺﾞｼｯｸM-PRO" w:hAnsi="HG丸ｺﾞｼｯｸM-PRO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AC92B9" wp14:editId="1285A0DF">
                <wp:simplePos x="0" y="0"/>
                <wp:positionH relativeFrom="column">
                  <wp:posOffset>-192786</wp:posOffset>
                </wp:positionH>
                <wp:positionV relativeFrom="paragraph">
                  <wp:posOffset>71450</wp:posOffset>
                </wp:positionV>
                <wp:extent cx="6422746" cy="555955"/>
                <wp:effectExtent l="0" t="0" r="16510" b="158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746" cy="55595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36CD" w:rsidRPr="006E04CC" w:rsidRDefault="008136CD" w:rsidP="007408F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つぎの</w:t>
                            </w:r>
                            <w:r w:rsidR="007408FF"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="007408FF"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なまえの</w:t>
                            </w:r>
                            <w:r w:rsidR="006C457E"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もの　と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もの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を</w:t>
                            </w:r>
                            <w:r w:rsidR="007408FF"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せんで　むすび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ましょう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AC92B9" id="角丸四角形 17" o:spid="_x0000_s1027" style="position:absolute;left:0;text-align:left;margin-left:-15.2pt;margin-top:5.65pt;width:505.75pt;height:4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" filled="f" strokecolor="windowText" strokeweight="1pt">
                <v:stroke joinstyle="miter"/>
                <v:textbox>
                  <w:txbxContent>
                    <w:p w:rsidR="008136CD" w:rsidRPr="006E04CC" w:rsidRDefault="008136CD" w:rsidP="007408FF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つぎの</w:t>
                      </w:r>
                      <w:r w:rsidR="007408FF"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 w:rsidR="007408FF"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なまえの</w:t>
                      </w:r>
                      <w:r w:rsidR="006C457E"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もの　と　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もの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を</w:t>
                      </w:r>
                      <w:r w:rsidR="007408FF"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せんで　むすび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ましょう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FD7A69" w:rsidRPr="006E04CC" w:rsidRDefault="008136CD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①　ちょう</w:t>
      </w:r>
      <w:proofErr w:type="gramStart"/>
      <w:r w:rsidRPr="006E04CC">
        <w:rPr>
          <w:rFonts w:ascii="HG丸ｺﾞｼｯｸM-PRO" w:eastAsia="HG丸ｺﾞｼｯｸM-PRO" w:hAnsi="HG丸ｺﾞｼｯｸM-PRO" w:hint="eastAsia"/>
          <w:sz w:val="36"/>
        </w:rPr>
        <w:t>ちょ</w:t>
      </w:r>
      <w:proofErr w:type="gramEnd"/>
      <w:r w:rsidRPr="006E04CC">
        <w:rPr>
          <w:rFonts w:ascii="HG丸ｺﾞｼｯｸM-PRO" w:eastAsia="HG丸ｺﾞｼｯｸM-PRO" w:hAnsi="HG丸ｺﾞｼｯｸM-PRO" w:hint="eastAsia"/>
          <w:sz w:val="36"/>
        </w:rPr>
        <w:t xml:space="preserve">　と</w:t>
      </w:r>
      <w:r w:rsidR="00651D67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proofErr w:type="gramStart"/>
      <w:r w:rsidR="00651D67" w:rsidRPr="006E04CC">
        <w:rPr>
          <w:rFonts w:ascii="Segoe UI Symbol" w:eastAsia="HG丸ｺﾞｼｯｸM-PRO" w:hAnsi="Segoe UI Symbol" w:cs="Segoe UI Symbol" w:hint="eastAsia"/>
          <w:sz w:val="36"/>
        </w:rPr>
        <w:t>ち</w:t>
      </w:r>
      <w:proofErr w:type="gramEnd"/>
      <w:r w:rsidR="00651D67" w:rsidRPr="006E04CC">
        <w:rPr>
          <w:rFonts w:ascii="Segoe UI Symbol" w:eastAsia="HG丸ｺﾞｼｯｸM-PRO" w:hAnsi="Segoe UI Symbol" w:cs="Segoe UI Symbol" w:hint="eastAsia"/>
          <w:sz w:val="36"/>
        </w:rPr>
        <w:t>ゅー</w:t>
      </w:r>
      <w:proofErr w:type="gramStart"/>
      <w:r w:rsidR="00651D67" w:rsidRPr="006E04CC">
        <w:rPr>
          <w:rFonts w:ascii="Segoe UI Symbol" w:eastAsia="HG丸ｺﾞｼｯｸM-PRO" w:hAnsi="Segoe UI Symbol" w:cs="Segoe UI Symbol" w:hint="eastAsia"/>
          <w:sz w:val="36"/>
        </w:rPr>
        <w:t>りっ</w:t>
      </w:r>
      <w:proofErr w:type="gramEnd"/>
      <w:r w:rsidR="00651D67" w:rsidRPr="006E04CC">
        <w:rPr>
          <w:rFonts w:ascii="Segoe UI Symbol" w:eastAsia="HG丸ｺﾞｼｯｸM-PRO" w:hAnsi="Segoe UI Symbol" w:cs="Segoe UI Symbol" w:hint="eastAsia"/>
          <w:sz w:val="36"/>
        </w:rPr>
        <w:t>ぷ</w:t>
      </w:r>
    </w:p>
    <w:p w:rsidR="00FD7A69" w:rsidRPr="006E04CC" w:rsidRDefault="00FD7A69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FD7A69" w:rsidRPr="006E04CC" w:rsidRDefault="00651D67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②　かえる　と　みずたまりの　はっぱ</w:t>
      </w:r>
    </w:p>
    <w:p w:rsidR="008B5AB1" w:rsidRPr="006E04CC" w:rsidRDefault="008B5AB1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8B5AB1" w:rsidRPr="006E04CC" w:rsidRDefault="00651D67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③　ことり　と　とりの　おうち</w:t>
      </w: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D94953" wp14:editId="01DEBF43">
                <wp:simplePos x="0" y="0"/>
                <wp:positionH relativeFrom="column">
                  <wp:posOffset>-193396</wp:posOffset>
                </wp:positionH>
                <wp:positionV relativeFrom="paragraph">
                  <wp:posOffset>231623</wp:posOffset>
                </wp:positionV>
                <wp:extent cx="6422746" cy="1514246"/>
                <wp:effectExtent l="0" t="0" r="16510" b="101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746" cy="1514246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04CC" w:rsidRDefault="006C457E" w:rsidP="006C457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①から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③の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なか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で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せんで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むすべな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い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ものが　１つ　</w:t>
                            </w:r>
                          </w:p>
                          <w:p w:rsidR="006C457E" w:rsidRPr="006E04CC" w:rsidRDefault="006C457E" w:rsidP="006C457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あります。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それは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なんですか。</w:t>
                            </w:r>
                          </w:p>
                          <w:p w:rsidR="006C457E" w:rsidRPr="006E04CC" w:rsidRDefault="006C457E" w:rsidP="006C457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そのなまえの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もの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に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〇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を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94953" id="角丸四角形 2" o:spid="_x0000_s1028" style="position:absolute;left:0;text-align:left;margin-left:-15.25pt;margin-top:18.25pt;width:505.75pt;height:11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" filled="f" strokecolor="windowText" strokeweight="1pt">
                <v:stroke joinstyle="miter"/>
                <v:textbox>
                  <w:txbxContent>
                    <w:p w:rsidR="006E04CC" w:rsidRDefault="006C457E" w:rsidP="006C457E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①から　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③の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なか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で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せんで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むすべな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い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ものが　１つ　</w:t>
                      </w:r>
                    </w:p>
                    <w:p w:rsidR="006C457E" w:rsidRPr="006E04CC" w:rsidRDefault="006C457E" w:rsidP="006C457E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あります。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それは　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なんですか。</w:t>
                      </w:r>
                    </w:p>
                    <w:p w:rsidR="006C457E" w:rsidRPr="006E04CC" w:rsidRDefault="006C457E" w:rsidP="006C457E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そのなまえの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もの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に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〇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を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しましょう。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6C457E">
      <w:pPr>
        <w:spacing w:line="0" w:lineRule="atLeast"/>
        <w:ind w:firstLineChars="500" w:firstLine="1400"/>
        <w:rPr>
          <w:rFonts w:ascii="HG丸ｺﾞｼｯｸM-PRO" w:eastAsia="HG丸ｺﾞｼｯｸM-PRO" w:hAnsi="HG丸ｺﾞｼｯｸM-PRO"/>
          <w:sz w:val="28"/>
        </w:rPr>
      </w:pPr>
    </w:p>
    <w:p w:rsidR="006E04CC" w:rsidRDefault="006E04CC" w:rsidP="006C457E">
      <w:pPr>
        <w:spacing w:line="0" w:lineRule="atLeast"/>
        <w:ind w:firstLineChars="500" w:firstLine="1400"/>
        <w:rPr>
          <w:rFonts w:ascii="HG丸ｺﾞｼｯｸM-PRO" w:eastAsia="HG丸ｺﾞｼｯｸM-PRO" w:hAnsi="HG丸ｺﾞｼｯｸM-PRO"/>
          <w:sz w:val="28"/>
        </w:rPr>
      </w:pPr>
    </w:p>
    <w:p w:rsidR="006C457E" w:rsidRPr="006E04CC" w:rsidRDefault="006C457E" w:rsidP="006C457E">
      <w:pPr>
        <w:spacing w:line="0" w:lineRule="atLeast"/>
        <w:ind w:firstLineChars="500" w:firstLine="1800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ちょう</w:t>
      </w:r>
      <w:proofErr w:type="gramStart"/>
      <w:r w:rsidRPr="006E04CC">
        <w:rPr>
          <w:rFonts w:ascii="HG丸ｺﾞｼｯｸM-PRO" w:eastAsia="HG丸ｺﾞｼｯｸM-PRO" w:hAnsi="HG丸ｺﾞｼｯｸM-PRO" w:hint="eastAsia"/>
          <w:sz w:val="36"/>
        </w:rPr>
        <w:t>ちょ</w:t>
      </w:r>
      <w:proofErr w:type="gramEnd"/>
      <w:r w:rsidRPr="006E04CC">
        <w:rPr>
          <w:rFonts w:ascii="HG丸ｺﾞｼｯｸM-PRO" w:eastAsia="HG丸ｺﾞｼｯｸM-PRO" w:hAnsi="HG丸ｺﾞｼｯｸM-PRO" w:hint="eastAsia"/>
          <w:sz w:val="36"/>
        </w:rPr>
        <w:t xml:space="preserve">　　　　　</w:t>
      </w:r>
      <w:proofErr w:type="gramStart"/>
      <w:r w:rsidRPr="006E04CC">
        <w:rPr>
          <w:rFonts w:ascii="HG丸ｺﾞｼｯｸM-PRO" w:eastAsia="HG丸ｺﾞｼｯｸM-PRO" w:hAnsi="HG丸ｺﾞｼｯｸM-PRO" w:hint="eastAsia"/>
          <w:sz w:val="36"/>
        </w:rPr>
        <w:t>ち</w:t>
      </w:r>
      <w:proofErr w:type="gramEnd"/>
      <w:r w:rsidRPr="006E04CC">
        <w:rPr>
          <w:rFonts w:ascii="HG丸ｺﾞｼｯｸM-PRO" w:eastAsia="HG丸ｺﾞｼｯｸM-PRO" w:hAnsi="HG丸ｺﾞｼｯｸM-PRO" w:hint="eastAsia"/>
          <w:sz w:val="36"/>
        </w:rPr>
        <w:t>ゅー</w:t>
      </w:r>
      <w:proofErr w:type="gramStart"/>
      <w:r w:rsidRPr="006E04CC">
        <w:rPr>
          <w:rFonts w:ascii="HG丸ｺﾞｼｯｸM-PRO" w:eastAsia="HG丸ｺﾞｼｯｸM-PRO" w:hAnsi="HG丸ｺﾞｼｯｸM-PRO" w:hint="eastAsia"/>
          <w:sz w:val="36"/>
        </w:rPr>
        <w:t>りっ</w:t>
      </w:r>
      <w:proofErr w:type="gramEnd"/>
      <w:r w:rsidRPr="006E04CC">
        <w:rPr>
          <w:rFonts w:ascii="HG丸ｺﾞｼｯｸM-PRO" w:eastAsia="HG丸ｺﾞｼｯｸM-PRO" w:hAnsi="HG丸ｺﾞｼｯｸM-PRO" w:hint="eastAsia"/>
          <w:sz w:val="36"/>
        </w:rPr>
        <w:t>ぷ</w:t>
      </w:r>
    </w:p>
    <w:p w:rsidR="006C457E" w:rsidRPr="006E04CC" w:rsidRDefault="006C457E" w:rsidP="006C457E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6C457E" w:rsidRPr="006E04CC" w:rsidRDefault="006C457E" w:rsidP="006C457E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6C457E" w:rsidRPr="006E04CC" w:rsidRDefault="006C457E" w:rsidP="006C457E">
      <w:pPr>
        <w:spacing w:line="0" w:lineRule="atLeast"/>
        <w:ind w:firstLineChars="500" w:firstLine="1800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かえる　　　　　　　みずたまりの　はっぱ</w:t>
      </w:r>
    </w:p>
    <w:p w:rsidR="006C457E" w:rsidRPr="006E04CC" w:rsidRDefault="006C457E" w:rsidP="006C457E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6C457E" w:rsidRPr="006E04CC" w:rsidRDefault="006C457E" w:rsidP="006C457E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6C457E" w:rsidRPr="006E04CC" w:rsidRDefault="006C457E" w:rsidP="006C457E">
      <w:pPr>
        <w:spacing w:line="0" w:lineRule="atLeast"/>
        <w:ind w:firstLineChars="500" w:firstLine="1800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ことり　　　　　　　とりの　おうち</w:t>
      </w:r>
    </w:p>
    <w:p w:rsidR="007408FF" w:rsidRPr="006E04CC" w:rsidRDefault="007408FF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sectPr w:rsidR="007408FF" w:rsidRPr="006E04CC" w:rsidSect="00C451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7BF" w:rsidRDefault="002F07BF" w:rsidP="00F77396">
      <w:r>
        <w:separator/>
      </w:r>
    </w:p>
  </w:endnote>
  <w:endnote w:type="continuationSeparator" w:id="0">
    <w:p w:rsidR="002F07BF" w:rsidRDefault="002F07BF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7BF" w:rsidRDefault="002F07BF" w:rsidP="00F77396">
      <w:r>
        <w:separator/>
      </w:r>
    </w:p>
  </w:footnote>
  <w:footnote w:type="continuationSeparator" w:id="0">
    <w:p w:rsidR="002F07BF" w:rsidRDefault="002F07BF" w:rsidP="00F77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191248"/>
    <w:rsid w:val="002C5282"/>
    <w:rsid w:val="002F07BF"/>
    <w:rsid w:val="00310B35"/>
    <w:rsid w:val="0031783F"/>
    <w:rsid w:val="003A06AD"/>
    <w:rsid w:val="00511521"/>
    <w:rsid w:val="00533C8D"/>
    <w:rsid w:val="00651D67"/>
    <w:rsid w:val="006A1B0E"/>
    <w:rsid w:val="006C457E"/>
    <w:rsid w:val="006D61C2"/>
    <w:rsid w:val="006E04CC"/>
    <w:rsid w:val="007408FF"/>
    <w:rsid w:val="00751068"/>
    <w:rsid w:val="008003B4"/>
    <w:rsid w:val="008136CD"/>
    <w:rsid w:val="008453EB"/>
    <w:rsid w:val="0089066E"/>
    <w:rsid w:val="008B5AB1"/>
    <w:rsid w:val="008C2E05"/>
    <w:rsid w:val="00AF43CF"/>
    <w:rsid w:val="00B1272A"/>
    <w:rsid w:val="00C0020A"/>
    <w:rsid w:val="00C4514F"/>
    <w:rsid w:val="00C62AF2"/>
    <w:rsid w:val="00C76F6D"/>
    <w:rsid w:val="00CA08B9"/>
    <w:rsid w:val="00CC6F6F"/>
    <w:rsid w:val="00CD2675"/>
    <w:rsid w:val="00D04510"/>
    <w:rsid w:val="00DB57A9"/>
    <w:rsid w:val="00E6197C"/>
    <w:rsid w:val="00ED7C28"/>
    <w:rsid w:val="00F65F6F"/>
    <w:rsid w:val="00F77396"/>
    <w:rsid w:val="00F82160"/>
    <w:rsid w:val="00F94B73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6A32935"/>
  <w15:chartTrackingRefBased/>
  <w15:docId w15:val="{F7E4643D-6766-40B1-9020-A9EC2BA4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6CC3CD5-E0A5-4C64-A7EF-D89CF784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85D33A27</Template>
  <TotalTime>79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20126046</cp:lastModifiedBy>
  <cp:revision>23</cp:revision>
  <cp:lastPrinted>2020-05-13T00:39:00Z</cp:lastPrinted>
  <dcterms:created xsi:type="dcterms:W3CDTF">2020-04-02T05:57:00Z</dcterms:created>
  <dcterms:modified xsi:type="dcterms:W3CDTF">2020-05-13T00:39:00Z</dcterms:modified>
</cp:coreProperties>
</file>